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57D0AC" w14:textId="4F847E6C" w:rsidR="008E71B4" w:rsidRPr="005670E9" w:rsidRDefault="00191565" w:rsidP="005670E9">
      <w:pPr>
        <w:pStyle w:val="Heading2"/>
      </w:pPr>
      <w:r>
        <w:t>Table S1</w:t>
      </w:r>
      <w:r w:rsidR="005670E9">
        <w:t>:</w:t>
      </w:r>
      <w:r w:rsidR="006A5B61" w:rsidRPr="005670E9">
        <w:t xml:space="preserve"> </w:t>
      </w:r>
      <w:r w:rsidR="008E71B4" w:rsidRPr="005670E9">
        <w:t>MEDLINE Search Strategy</w:t>
      </w:r>
      <w:r w:rsidR="004E0A2A" w:rsidRPr="005670E9">
        <w:t xml:space="preserve"> for </w:t>
      </w:r>
      <w:r w:rsidR="00255D33">
        <w:t>Cancer</w:t>
      </w:r>
      <w:r w:rsidR="00EF3D8C">
        <w:t>-Related</w:t>
      </w:r>
      <w:r w:rsidR="00255D33">
        <w:t xml:space="preserve"> Pain</w:t>
      </w:r>
      <w:r w:rsidR="009C0F05">
        <w:t xml:space="preserve"> Clinical Practice G</w:t>
      </w:r>
      <w:r w:rsidR="004E0A2A" w:rsidRPr="005670E9">
        <w:t>uidelines</w:t>
      </w:r>
      <w:r w:rsidR="009C0F05">
        <w:t xml:space="preserve"> E</w:t>
      </w:r>
      <w:r w:rsidR="008E71B4" w:rsidRPr="005670E9">
        <w:t xml:space="preserve">xecuted </w:t>
      </w:r>
      <w:r w:rsidR="00D16F9B">
        <w:t>April 17, 2020</w:t>
      </w:r>
      <w:bookmarkStart w:id="0" w:name="_GoBack"/>
      <w:bookmarkEnd w:id="0"/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9468"/>
      </w:tblGrid>
      <w:tr w:rsidR="005670E9" w:rsidRPr="005670E9" w14:paraId="214713CC" w14:textId="77777777" w:rsidTr="006A5B61">
        <w:tc>
          <w:tcPr>
            <w:tcW w:w="9468" w:type="dxa"/>
          </w:tcPr>
          <w:p w14:paraId="0B44DA3C" w14:textId="77777777" w:rsidR="00D16F9B" w:rsidRDefault="00D16F9B" w:rsidP="00D16F9B">
            <w:pPr>
              <w:spacing w:line="240" w:lineRule="auto"/>
              <w:rPr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</w:rPr>
              <w:t>Database: Ovid MEDLINE(R) and Epub Ahead of Print, In-Process &amp; Other Non-Indexed Citations, Daily and Versions(R) &lt;1946 to April 15, 2020&gt;</w:t>
            </w:r>
          </w:p>
          <w:p w14:paraId="6B74F34E" w14:textId="77777777" w:rsidR="00D16F9B" w:rsidRDefault="00D16F9B" w:rsidP="00D16F9B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</w:rPr>
              <w:t>Search Strategy:</w:t>
            </w:r>
          </w:p>
          <w:p w14:paraId="00A6EA6E" w14:textId="77777777" w:rsidR="00D16F9B" w:rsidRDefault="00D16F9B" w:rsidP="00D16F9B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</w:rPr>
              <w:t>--------------------------------------------------------------------------------</w:t>
            </w:r>
          </w:p>
          <w:p w14:paraId="1E7C3170" w14:textId="77777777" w:rsidR="00D16F9B" w:rsidRDefault="00D16F9B" w:rsidP="00D16F9B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</w:rPr>
              <w:t>1     cancer-related pain.mp. (1000)</w:t>
            </w:r>
          </w:p>
          <w:p w14:paraId="1D81675D" w14:textId="77777777" w:rsidR="00D16F9B" w:rsidRDefault="00D16F9B" w:rsidP="00D16F9B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</w:rPr>
              <w:t>2     cancer pain.mp. or Cancer Pain/ (8199)</w:t>
            </w:r>
          </w:p>
          <w:p w14:paraId="08671951" w14:textId="77777777" w:rsidR="00D16F9B" w:rsidRDefault="00D16F9B" w:rsidP="00D16F9B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</w:rPr>
              <w:t>3     pain.mp. or Pain/ (706241)</w:t>
            </w:r>
          </w:p>
          <w:p w14:paraId="7642EEEF" w14:textId="77777777" w:rsidR="00D16F9B" w:rsidRDefault="00D16F9B" w:rsidP="00D16F9B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</w:rPr>
              <w:t>4     or/1-3 (706241)</w:t>
            </w:r>
          </w:p>
          <w:p w14:paraId="00D5395B" w14:textId="77777777" w:rsidR="00D16F9B" w:rsidRDefault="00D16F9B" w:rsidP="00D16F9B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</w:rPr>
              <w:t>5     limit 4 to ("all infant (birth to 23 months)" or "all child (0 to 18 years)" or "newborn infant (birth to 1 month)" or "infant (1 to 23 months)" or "preschool child (2 to 5 years)" or "child (6 to 12 years)" or "adolescent (13 to 18 years)") (107708)</w:t>
            </w:r>
          </w:p>
          <w:p w14:paraId="0F0610EF" w14:textId="77777777" w:rsidR="00D16F9B" w:rsidRDefault="00D16F9B" w:rsidP="00D16F9B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</w:rPr>
              <w:t>6     4 not 5 (598533)</w:t>
            </w:r>
          </w:p>
          <w:p w14:paraId="76C44F21" w14:textId="77777777" w:rsidR="00D16F9B" w:rsidRDefault="00D16F9B" w:rsidP="00D16F9B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</w:rPr>
              <w:t>7     limit 6 to (english language and humans and yr="2009 -2020" and (guideline or practice guideline)) (505)</w:t>
            </w:r>
          </w:p>
          <w:p w14:paraId="641C9411" w14:textId="77777777" w:rsidR="00D16F9B" w:rsidRDefault="00D16F9B" w:rsidP="00D16F9B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</w:p>
          <w:p w14:paraId="37F202CF" w14:textId="13301F32" w:rsidR="0025407E" w:rsidRPr="00D16F9B" w:rsidRDefault="00D16F9B" w:rsidP="00D16F9B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</w:rPr>
              <w:t>***************************</w:t>
            </w:r>
          </w:p>
          <w:p w14:paraId="2052BDC6" w14:textId="53629437" w:rsidR="008E71B4" w:rsidRPr="005670E9" w:rsidRDefault="008E71B4" w:rsidP="00D16F9B">
            <w:pPr>
              <w:spacing w:line="240" w:lineRule="auto"/>
              <w:rPr>
                <w:rFonts w:eastAsia="Arial Unicode MS"/>
              </w:rPr>
            </w:pPr>
          </w:p>
        </w:tc>
      </w:tr>
    </w:tbl>
    <w:p w14:paraId="63C9176D" w14:textId="7B60F442" w:rsidR="008E71B4" w:rsidRPr="005670E9" w:rsidRDefault="00A90363" w:rsidP="004D00DA">
      <w:pPr>
        <w:pStyle w:val="Heading2"/>
        <w:rPr>
          <w:rFonts w:eastAsia="Arial Unicode MS"/>
        </w:rPr>
      </w:pPr>
      <w:r w:rsidRPr="005670E9">
        <w:rPr>
          <w:szCs w:val="22"/>
        </w:rPr>
        <w:t xml:space="preserve"> </w:t>
      </w:r>
    </w:p>
    <w:sectPr w:rsidR="008E71B4" w:rsidRPr="005670E9" w:rsidSect="002A1FA4">
      <w:footerReference w:type="default" r:id="rId9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FF8F54" w14:textId="77777777" w:rsidR="00DE67D6" w:rsidRDefault="00DE67D6">
      <w:pPr>
        <w:spacing w:line="240" w:lineRule="auto"/>
      </w:pPr>
      <w:r>
        <w:separator/>
      </w:r>
    </w:p>
  </w:endnote>
  <w:endnote w:type="continuationSeparator" w:id="0">
    <w:p w14:paraId="5885F37D" w14:textId="77777777" w:rsidR="00DE67D6" w:rsidRDefault="00DE67D6">
      <w:pPr>
        <w:spacing w:line="240" w:lineRule="auto"/>
      </w:pPr>
      <w:r>
        <w:continuationSeparator/>
      </w:r>
    </w:p>
  </w:endnote>
  <w:endnote w:type="continuationNotice" w:id="1">
    <w:p w14:paraId="5ABE7836" w14:textId="77777777" w:rsidR="00DE67D6" w:rsidRDefault="00DE67D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775DCA" w14:textId="2A3E841C" w:rsidR="00A704C3" w:rsidRPr="00E214E4" w:rsidRDefault="00A704C3" w:rsidP="003C516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0145B7" w14:textId="77777777" w:rsidR="00DE67D6" w:rsidRDefault="00DE67D6">
      <w:pPr>
        <w:spacing w:line="240" w:lineRule="auto"/>
      </w:pPr>
      <w:r>
        <w:separator/>
      </w:r>
    </w:p>
  </w:footnote>
  <w:footnote w:type="continuationSeparator" w:id="0">
    <w:p w14:paraId="567911AD" w14:textId="77777777" w:rsidR="00DE67D6" w:rsidRDefault="00DE67D6">
      <w:pPr>
        <w:spacing w:line="240" w:lineRule="auto"/>
      </w:pPr>
      <w:r>
        <w:continuationSeparator/>
      </w:r>
    </w:p>
  </w:footnote>
  <w:footnote w:type="continuationNotice" w:id="1">
    <w:p w14:paraId="2F5097B5" w14:textId="77777777" w:rsidR="00DE67D6" w:rsidRDefault="00DE67D6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3631B"/>
    <w:multiLevelType w:val="hybridMultilevel"/>
    <w:tmpl w:val="426A486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B709A"/>
    <w:multiLevelType w:val="hybridMultilevel"/>
    <w:tmpl w:val="5ACEE7B0"/>
    <w:lvl w:ilvl="0" w:tplc="EE70EA1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C012BF"/>
    <w:multiLevelType w:val="hybridMultilevel"/>
    <w:tmpl w:val="350ED808"/>
    <w:lvl w:ilvl="0" w:tplc="66E289A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96C26"/>
    <w:multiLevelType w:val="hybridMultilevel"/>
    <w:tmpl w:val="0D444E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632E"/>
    <w:multiLevelType w:val="hybridMultilevel"/>
    <w:tmpl w:val="D19A8830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857B54"/>
    <w:multiLevelType w:val="hybridMultilevel"/>
    <w:tmpl w:val="6E4CC36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A46549"/>
    <w:multiLevelType w:val="hybridMultilevel"/>
    <w:tmpl w:val="D0C0EB4A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64C75C6"/>
    <w:multiLevelType w:val="hybridMultilevel"/>
    <w:tmpl w:val="6E4CC36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46CE9"/>
    <w:multiLevelType w:val="hybridMultilevel"/>
    <w:tmpl w:val="CC8EF2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821DD4"/>
    <w:multiLevelType w:val="hybridMultilevel"/>
    <w:tmpl w:val="EE5249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CA7970"/>
    <w:multiLevelType w:val="hybridMultilevel"/>
    <w:tmpl w:val="E7240F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E21725"/>
    <w:multiLevelType w:val="hybridMultilevel"/>
    <w:tmpl w:val="43FED2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BB6A26"/>
    <w:multiLevelType w:val="hybridMultilevel"/>
    <w:tmpl w:val="DF30D6D8"/>
    <w:lvl w:ilvl="0" w:tplc="752C8D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921606"/>
    <w:multiLevelType w:val="hybridMultilevel"/>
    <w:tmpl w:val="2A324264"/>
    <w:lvl w:ilvl="0" w:tplc="752C8D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1D3F0B"/>
    <w:multiLevelType w:val="hybridMultilevel"/>
    <w:tmpl w:val="4DA8B60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D062FF"/>
    <w:multiLevelType w:val="hybridMultilevel"/>
    <w:tmpl w:val="FF32DAB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E0656F"/>
    <w:multiLevelType w:val="hybridMultilevel"/>
    <w:tmpl w:val="42BC89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5B4615"/>
    <w:multiLevelType w:val="hybridMultilevel"/>
    <w:tmpl w:val="9D9048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B129AF"/>
    <w:multiLevelType w:val="hybridMultilevel"/>
    <w:tmpl w:val="AEB6F5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3A21B98"/>
    <w:multiLevelType w:val="hybridMultilevel"/>
    <w:tmpl w:val="CB18FEA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DD6B8B"/>
    <w:multiLevelType w:val="hybridMultilevel"/>
    <w:tmpl w:val="E4C4DC5E"/>
    <w:lvl w:ilvl="0" w:tplc="752C8D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8DE30CA"/>
    <w:multiLevelType w:val="hybridMultilevel"/>
    <w:tmpl w:val="D624A5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6"/>
  </w:num>
  <w:num w:numId="4">
    <w:abstractNumId w:val="4"/>
  </w:num>
  <w:num w:numId="5">
    <w:abstractNumId w:val="0"/>
  </w:num>
  <w:num w:numId="6">
    <w:abstractNumId w:val="19"/>
  </w:num>
  <w:num w:numId="7">
    <w:abstractNumId w:val="5"/>
  </w:num>
  <w:num w:numId="8">
    <w:abstractNumId w:val="7"/>
  </w:num>
  <w:num w:numId="9">
    <w:abstractNumId w:val="2"/>
  </w:num>
  <w:num w:numId="10">
    <w:abstractNumId w:val="10"/>
  </w:num>
  <w:num w:numId="11">
    <w:abstractNumId w:val="17"/>
  </w:num>
  <w:num w:numId="12">
    <w:abstractNumId w:val="18"/>
  </w:num>
  <w:num w:numId="13">
    <w:abstractNumId w:val="1"/>
  </w:num>
  <w:num w:numId="14">
    <w:abstractNumId w:val="20"/>
  </w:num>
  <w:num w:numId="15">
    <w:abstractNumId w:val="13"/>
  </w:num>
  <w:num w:numId="16">
    <w:abstractNumId w:val="12"/>
  </w:num>
  <w:num w:numId="17">
    <w:abstractNumId w:val="16"/>
  </w:num>
  <w:num w:numId="18">
    <w:abstractNumId w:val="21"/>
  </w:num>
  <w:num w:numId="19">
    <w:abstractNumId w:val="14"/>
  </w:num>
  <w:num w:numId="20">
    <w:abstractNumId w:val="9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9FE"/>
    <w:rsid w:val="00001FF0"/>
    <w:rsid w:val="00007799"/>
    <w:rsid w:val="0000793D"/>
    <w:rsid w:val="00007EE9"/>
    <w:rsid w:val="00013172"/>
    <w:rsid w:val="000134E7"/>
    <w:rsid w:val="00013A89"/>
    <w:rsid w:val="00014A60"/>
    <w:rsid w:val="00015D75"/>
    <w:rsid w:val="00020D06"/>
    <w:rsid w:val="00024572"/>
    <w:rsid w:val="00032927"/>
    <w:rsid w:val="00033B7A"/>
    <w:rsid w:val="00034060"/>
    <w:rsid w:val="00036849"/>
    <w:rsid w:val="000368F0"/>
    <w:rsid w:val="00046DBE"/>
    <w:rsid w:val="00064B42"/>
    <w:rsid w:val="00070C7F"/>
    <w:rsid w:val="00072413"/>
    <w:rsid w:val="00072B3D"/>
    <w:rsid w:val="00073444"/>
    <w:rsid w:val="00075CDF"/>
    <w:rsid w:val="00077EEC"/>
    <w:rsid w:val="00080423"/>
    <w:rsid w:val="00084D22"/>
    <w:rsid w:val="00087561"/>
    <w:rsid w:val="00091F90"/>
    <w:rsid w:val="00094309"/>
    <w:rsid w:val="00097FBC"/>
    <w:rsid w:val="000A026E"/>
    <w:rsid w:val="000B0FDF"/>
    <w:rsid w:val="000B24AD"/>
    <w:rsid w:val="000B686A"/>
    <w:rsid w:val="000C11EF"/>
    <w:rsid w:val="000D530E"/>
    <w:rsid w:val="000E0829"/>
    <w:rsid w:val="000E4A17"/>
    <w:rsid w:val="000E5C08"/>
    <w:rsid w:val="000F0AA1"/>
    <w:rsid w:val="000F20DB"/>
    <w:rsid w:val="000F3BF5"/>
    <w:rsid w:val="000F5045"/>
    <w:rsid w:val="000F5310"/>
    <w:rsid w:val="00100175"/>
    <w:rsid w:val="001004D2"/>
    <w:rsid w:val="001012C2"/>
    <w:rsid w:val="00101D02"/>
    <w:rsid w:val="0010445E"/>
    <w:rsid w:val="00112787"/>
    <w:rsid w:val="001145BF"/>
    <w:rsid w:val="00115CC0"/>
    <w:rsid w:val="001206C7"/>
    <w:rsid w:val="00122A4A"/>
    <w:rsid w:val="00125CAD"/>
    <w:rsid w:val="00132115"/>
    <w:rsid w:val="00134E77"/>
    <w:rsid w:val="00135DFF"/>
    <w:rsid w:val="001473B5"/>
    <w:rsid w:val="001555A3"/>
    <w:rsid w:val="00155688"/>
    <w:rsid w:val="001559B3"/>
    <w:rsid w:val="0016033D"/>
    <w:rsid w:val="00160932"/>
    <w:rsid w:val="0016326B"/>
    <w:rsid w:val="00163470"/>
    <w:rsid w:val="00166039"/>
    <w:rsid w:val="00174D8A"/>
    <w:rsid w:val="001801CB"/>
    <w:rsid w:val="0018551A"/>
    <w:rsid w:val="00191565"/>
    <w:rsid w:val="00194BAE"/>
    <w:rsid w:val="00196A23"/>
    <w:rsid w:val="001A653C"/>
    <w:rsid w:val="001B0937"/>
    <w:rsid w:val="001B2ECA"/>
    <w:rsid w:val="001B4698"/>
    <w:rsid w:val="001B6658"/>
    <w:rsid w:val="001C0481"/>
    <w:rsid w:val="001C058F"/>
    <w:rsid w:val="001D140E"/>
    <w:rsid w:val="001D3847"/>
    <w:rsid w:val="001D5F91"/>
    <w:rsid w:val="001E366C"/>
    <w:rsid w:val="001E7DB2"/>
    <w:rsid w:val="001F12DF"/>
    <w:rsid w:val="001F324A"/>
    <w:rsid w:val="001F445A"/>
    <w:rsid w:val="00207D33"/>
    <w:rsid w:val="00211083"/>
    <w:rsid w:val="0022095A"/>
    <w:rsid w:val="002215AC"/>
    <w:rsid w:val="00222DD9"/>
    <w:rsid w:val="00224E1D"/>
    <w:rsid w:val="00235C6D"/>
    <w:rsid w:val="00235D0D"/>
    <w:rsid w:val="00235FB5"/>
    <w:rsid w:val="00237200"/>
    <w:rsid w:val="00237B2C"/>
    <w:rsid w:val="00237B36"/>
    <w:rsid w:val="00241E28"/>
    <w:rsid w:val="002467CE"/>
    <w:rsid w:val="00247BC2"/>
    <w:rsid w:val="0025407E"/>
    <w:rsid w:val="00254DA4"/>
    <w:rsid w:val="002554B1"/>
    <w:rsid w:val="00255D33"/>
    <w:rsid w:val="0026397D"/>
    <w:rsid w:val="00263CA6"/>
    <w:rsid w:val="0027586E"/>
    <w:rsid w:val="00282C49"/>
    <w:rsid w:val="002853D2"/>
    <w:rsid w:val="00291C46"/>
    <w:rsid w:val="002A1FA4"/>
    <w:rsid w:val="002A3F74"/>
    <w:rsid w:val="002A6633"/>
    <w:rsid w:val="002A7CB8"/>
    <w:rsid w:val="002B40C1"/>
    <w:rsid w:val="002B532A"/>
    <w:rsid w:val="002B5D3A"/>
    <w:rsid w:val="002C35DB"/>
    <w:rsid w:val="002C3B55"/>
    <w:rsid w:val="002C45EB"/>
    <w:rsid w:val="002C4E93"/>
    <w:rsid w:val="002C75D4"/>
    <w:rsid w:val="002D26A9"/>
    <w:rsid w:val="002D3A1B"/>
    <w:rsid w:val="002D6FEB"/>
    <w:rsid w:val="002E06E9"/>
    <w:rsid w:val="002E3D23"/>
    <w:rsid w:val="002F227E"/>
    <w:rsid w:val="002F3EFC"/>
    <w:rsid w:val="00301DB6"/>
    <w:rsid w:val="00303642"/>
    <w:rsid w:val="00307013"/>
    <w:rsid w:val="00312710"/>
    <w:rsid w:val="0031793B"/>
    <w:rsid w:val="00317A41"/>
    <w:rsid w:val="00332581"/>
    <w:rsid w:val="00347949"/>
    <w:rsid w:val="0035379B"/>
    <w:rsid w:val="00357BEB"/>
    <w:rsid w:val="00362FCD"/>
    <w:rsid w:val="00364ABD"/>
    <w:rsid w:val="00372565"/>
    <w:rsid w:val="003837A1"/>
    <w:rsid w:val="0038429E"/>
    <w:rsid w:val="00384DB7"/>
    <w:rsid w:val="00385031"/>
    <w:rsid w:val="003852C5"/>
    <w:rsid w:val="0038640A"/>
    <w:rsid w:val="00386920"/>
    <w:rsid w:val="00387331"/>
    <w:rsid w:val="003A595C"/>
    <w:rsid w:val="003B01C3"/>
    <w:rsid w:val="003B0846"/>
    <w:rsid w:val="003B161B"/>
    <w:rsid w:val="003B22A3"/>
    <w:rsid w:val="003B5E7C"/>
    <w:rsid w:val="003B72C0"/>
    <w:rsid w:val="003C0CBB"/>
    <w:rsid w:val="003C516D"/>
    <w:rsid w:val="003D0DD3"/>
    <w:rsid w:val="003D2352"/>
    <w:rsid w:val="003D3715"/>
    <w:rsid w:val="003E0F61"/>
    <w:rsid w:val="003E6228"/>
    <w:rsid w:val="003E6B28"/>
    <w:rsid w:val="003F1592"/>
    <w:rsid w:val="003F3972"/>
    <w:rsid w:val="003F6553"/>
    <w:rsid w:val="004030D0"/>
    <w:rsid w:val="00405E58"/>
    <w:rsid w:val="004060BE"/>
    <w:rsid w:val="00417E68"/>
    <w:rsid w:val="00421495"/>
    <w:rsid w:val="004216D8"/>
    <w:rsid w:val="00424ED4"/>
    <w:rsid w:val="00425211"/>
    <w:rsid w:val="00431483"/>
    <w:rsid w:val="004324BF"/>
    <w:rsid w:val="004359A9"/>
    <w:rsid w:val="00435E81"/>
    <w:rsid w:val="00437437"/>
    <w:rsid w:val="00450BEB"/>
    <w:rsid w:val="00452DF9"/>
    <w:rsid w:val="0046164C"/>
    <w:rsid w:val="00470BCD"/>
    <w:rsid w:val="004724AB"/>
    <w:rsid w:val="004837AE"/>
    <w:rsid w:val="00487C37"/>
    <w:rsid w:val="004912FC"/>
    <w:rsid w:val="004952D6"/>
    <w:rsid w:val="004961E1"/>
    <w:rsid w:val="00496DB7"/>
    <w:rsid w:val="004A4664"/>
    <w:rsid w:val="004B052B"/>
    <w:rsid w:val="004B330C"/>
    <w:rsid w:val="004B7C03"/>
    <w:rsid w:val="004D00DA"/>
    <w:rsid w:val="004D0B9B"/>
    <w:rsid w:val="004D18E3"/>
    <w:rsid w:val="004D301B"/>
    <w:rsid w:val="004D52FA"/>
    <w:rsid w:val="004D6969"/>
    <w:rsid w:val="004D7B19"/>
    <w:rsid w:val="004E057F"/>
    <w:rsid w:val="004E0A2A"/>
    <w:rsid w:val="004E15C3"/>
    <w:rsid w:val="004E1B06"/>
    <w:rsid w:val="004E2697"/>
    <w:rsid w:val="004E3879"/>
    <w:rsid w:val="004E541A"/>
    <w:rsid w:val="004E557B"/>
    <w:rsid w:val="004E62DF"/>
    <w:rsid w:val="004E6E90"/>
    <w:rsid w:val="004F1DA4"/>
    <w:rsid w:val="004F249F"/>
    <w:rsid w:val="004F7DD2"/>
    <w:rsid w:val="00500475"/>
    <w:rsid w:val="00513ED6"/>
    <w:rsid w:val="005141AF"/>
    <w:rsid w:val="005161F8"/>
    <w:rsid w:val="005173C7"/>
    <w:rsid w:val="0052271E"/>
    <w:rsid w:val="005332EB"/>
    <w:rsid w:val="00540CCB"/>
    <w:rsid w:val="00540E2D"/>
    <w:rsid w:val="0054302B"/>
    <w:rsid w:val="00543B5B"/>
    <w:rsid w:val="00550FA8"/>
    <w:rsid w:val="00551A61"/>
    <w:rsid w:val="005525EA"/>
    <w:rsid w:val="00557EE3"/>
    <w:rsid w:val="0056038D"/>
    <w:rsid w:val="00560436"/>
    <w:rsid w:val="005670E9"/>
    <w:rsid w:val="00567D77"/>
    <w:rsid w:val="005702A4"/>
    <w:rsid w:val="00570997"/>
    <w:rsid w:val="005713A8"/>
    <w:rsid w:val="0058078F"/>
    <w:rsid w:val="00581281"/>
    <w:rsid w:val="00584B37"/>
    <w:rsid w:val="00586521"/>
    <w:rsid w:val="005867F3"/>
    <w:rsid w:val="00594BD5"/>
    <w:rsid w:val="005954B2"/>
    <w:rsid w:val="00597A7B"/>
    <w:rsid w:val="005A49E8"/>
    <w:rsid w:val="005B03BD"/>
    <w:rsid w:val="005B3869"/>
    <w:rsid w:val="005B581E"/>
    <w:rsid w:val="005B6E5E"/>
    <w:rsid w:val="005B7DC9"/>
    <w:rsid w:val="005C0043"/>
    <w:rsid w:val="005C0CCD"/>
    <w:rsid w:val="005C31E7"/>
    <w:rsid w:val="005C613D"/>
    <w:rsid w:val="005C7483"/>
    <w:rsid w:val="005D348C"/>
    <w:rsid w:val="005D3BAA"/>
    <w:rsid w:val="005D7E9F"/>
    <w:rsid w:val="005E406B"/>
    <w:rsid w:val="005F2A03"/>
    <w:rsid w:val="00601CD8"/>
    <w:rsid w:val="00602FA2"/>
    <w:rsid w:val="006066A8"/>
    <w:rsid w:val="0061051C"/>
    <w:rsid w:val="006164CF"/>
    <w:rsid w:val="00625A6C"/>
    <w:rsid w:val="00626CDF"/>
    <w:rsid w:val="00634827"/>
    <w:rsid w:val="00634EDF"/>
    <w:rsid w:val="00635D17"/>
    <w:rsid w:val="00636950"/>
    <w:rsid w:val="006422EA"/>
    <w:rsid w:val="0064324A"/>
    <w:rsid w:val="006500E8"/>
    <w:rsid w:val="00651F3D"/>
    <w:rsid w:val="006527C5"/>
    <w:rsid w:val="00653ABA"/>
    <w:rsid w:val="00654C36"/>
    <w:rsid w:val="00666AE5"/>
    <w:rsid w:val="006722FF"/>
    <w:rsid w:val="006729FE"/>
    <w:rsid w:val="00675763"/>
    <w:rsid w:val="0067675D"/>
    <w:rsid w:val="00687AAA"/>
    <w:rsid w:val="00690FA1"/>
    <w:rsid w:val="006924D1"/>
    <w:rsid w:val="006929AA"/>
    <w:rsid w:val="0069617B"/>
    <w:rsid w:val="006A5B61"/>
    <w:rsid w:val="006C1F0C"/>
    <w:rsid w:val="006C5BF4"/>
    <w:rsid w:val="006D02E5"/>
    <w:rsid w:val="006D1AD3"/>
    <w:rsid w:val="006D2619"/>
    <w:rsid w:val="006D5FF0"/>
    <w:rsid w:val="006E0C72"/>
    <w:rsid w:val="006E1138"/>
    <w:rsid w:val="006E412A"/>
    <w:rsid w:val="006E7551"/>
    <w:rsid w:val="006F44AC"/>
    <w:rsid w:val="00701A19"/>
    <w:rsid w:val="00706263"/>
    <w:rsid w:val="00707505"/>
    <w:rsid w:val="00713C6A"/>
    <w:rsid w:val="007173E7"/>
    <w:rsid w:val="00721DEC"/>
    <w:rsid w:val="00726185"/>
    <w:rsid w:val="007321D1"/>
    <w:rsid w:val="00733990"/>
    <w:rsid w:val="00734AE1"/>
    <w:rsid w:val="00746D51"/>
    <w:rsid w:val="00755D4B"/>
    <w:rsid w:val="00756806"/>
    <w:rsid w:val="00767102"/>
    <w:rsid w:val="007674FA"/>
    <w:rsid w:val="00770C9A"/>
    <w:rsid w:val="00772E1C"/>
    <w:rsid w:val="00772F5D"/>
    <w:rsid w:val="00773CFB"/>
    <w:rsid w:val="00777122"/>
    <w:rsid w:val="00777C53"/>
    <w:rsid w:val="00782754"/>
    <w:rsid w:val="00783B6C"/>
    <w:rsid w:val="00786AF6"/>
    <w:rsid w:val="00791267"/>
    <w:rsid w:val="007942D5"/>
    <w:rsid w:val="00797372"/>
    <w:rsid w:val="007A2D40"/>
    <w:rsid w:val="007A6DD3"/>
    <w:rsid w:val="007B1F57"/>
    <w:rsid w:val="007B2EF0"/>
    <w:rsid w:val="007C1DC6"/>
    <w:rsid w:val="007C37B9"/>
    <w:rsid w:val="007D6A01"/>
    <w:rsid w:val="007E038A"/>
    <w:rsid w:val="007E0945"/>
    <w:rsid w:val="007E2AFC"/>
    <w:rsid w:val="007E5337"/>
    <w:rsid w:val="007E7896"/>
    <w:rsid w:val="007F07F2"/>
    <w:rsid w:val="007F32EE"/>
    <w:rsid w:val="007F5DBA"/>
    <w:rsid w:val="00804417"/>
    <w:rsid w:val="00814693"/>
    <w:rsid w:val="008250BD"/>
    <w:rsid w:val="00830346"/>
    <w:rsid w:val="00840ADD"/>
    <w:rsid w:val="00854356"/>
    <w:rsid w:val="008551F1"/>
    <w:rsid w:val="00857C2E"/>
    <w:rsid w:val="00863354"/>
    <w:rsid w:val="00866DA2"/>
    <w:rsid w:val="00870B34"/>
    <w:rsid w:val="00871020"/>
    <w:rsid w:val="00871516"/>
    <w:rsid w:val="00875471"/>
    <w:rsid w:val="00877E77"/>
    <w:rsid w:val="0088239F"/>
    <w:rsid w:val="008833EC"/>
    <w:rsid w:val="008929E4"/>
    <w:rsid w:val="00896462"/>
    <w:rsid w:val="008C2486"/>
    <w:rsid w:val="008C4D2F"/>
    <w:rsid w:val="008C578A"/>
    <w:rsid w:val="008C70B2"/>
    <w:rsid w:val="008D0817"/>
    <w:rsid w:val="008D0C65"/>
    <w:rsid w:val="008E1661"/>
    <w:rsid w:val="008E3522"/>
    <w:rsid w:val="008E71B4"/>
    <w:rsid w:val="008F672C"/>
    <w:rsid w:val="008F7D05"/>
    <w:rsid w:val="0090061D"/>
    <w:rsid w:val="00901A05"/>
    <w:rsid w:val="00902EE5"/>
    <w:rsid w:val="00905169"/>
    <w:rsid w:val="00912DDC"/>
    <w:rsid w:val="00913E31"/>
    <w:rsid w:val="00914EB1"/>
    <w:rsid w:val="00923B5F"/>
    <w:rsid w:val="00924923"/>
    <w:rsid w:val="00926130"/>
    <w:rsid w:val="00927458"/>
    <w:rsid w:val="00936A84"/>
    <w:rsid w:val="00937E96"/>
    <w:rsid w:val="00940AF1"/>
    <w:rsid w:val="00942FEC"/>
    <w:rsid w:val="00946CEC"/>
    <w:rsid w:val="00950364"/>
    <w:rsid w:val="00953849"/>
    <w:rsid w:val="00953BF3"/>
    <w:rsid w:val="009549C6"/>
    <w:rsid w:val="00956980"/>
    <w:rsid w:val="00956AE2"/>
    <w:rsid w:val="00964F7A"/>
    <w:rsid w:val="00972070"/>
    <w:rsid w:val="0097494D"/>
    <w:rsid w:val="009777D9"/>
    <w:rsid w:val="009779F0"/>
    <w:rsid w:val="009837A9"/>
    <w:rsid w:val="00991A61"/>
    <w:rsid w:val="00993008"/>
    <w:rsid w:val="00993213"/>
    <w:rsid w:val="00994815"/>
    <w:rsid w:val="00995255"/>
    <w:rsid w:val="009A2649"/>
    <w:rsid w:val="009A30AA"/>
    <w:rsid w:val="009A4C5D"/>
    <w:rsid w:val="009A5B4D"/>
    <w:rsid w:val="009B6D75"/>
    <w:rsid w:val="009C0F05"/>
    <w:rsid w:val="009C1B1D"/>
    <w:rsid w:val="009C2797"/>
    <w:rsid w:val="009D0138"/>
    <w:rsid w:val="009D6C0F"/>
    <w:rsid w:val="009D7D2F"/>
    <w:rsid w:val="009E09D8"/>
    <w:rsid w:val="009E1B45"/>
    <w:rsid w:val="00A02015"/>
    <w:rsid w:val="00A03AE2"/>
    <w:rsid w:val="00A0635A"/>
    <w:rsid w:val="00A11079"/>
    <w:rsid w:val="00A15D8E"/>
    <w:rsid w:val="00A24CA5"/>
    <w:rsid w:val="00A33B15"/>
    <w:rsid w:val="00A34DEB"/>
    <w:rsid w:val="00A379BB"/>
    <w:rsid w:val="00A53FD3"/>
    <w:rsid w:val="00A60AC0"/>
    <w:rsid w:val="00A60F58"/>
    <w:rsid w:val="00A668CC"/>
    <w:rsid w:val="00A678CC"/>
    <w:rsid w:val="00A704C3"/>
    <w:rsid w:val="00A72350"/>
    <w:rsid w:val="00A90363"/>
    <w:rsid w:val="00A96132"/>
    <w:rsid w:val="00A97C13"/>
    <w:rsid w:val="00AB4A54"/>
    <w:rsid w:val="00AC0049"/>
    <w:rsid w:val="00AC7EA9"/>
    <w:rsid w:val="00AD3921"/>
    <w:rsid w:val="00AD6D75"/>
    <w:rsid w:val="00AE40F5"/>
    <w:rsid w:val="00AF191B"/>
    <w:rsid w:val="00AF55CE"/>
    <w:rsid w:val="00B00146"/>
    <w:rsid w:val="00B002A6"/>
    <w:rsid w:val="00B01A70"/>
    <w:rsid w:val="00B0320E"/>
    <w:rsid w:val="00B077EF"/>
    <w:rsid w:val="00B116C8"/>
    <w:rsid w:val="00B1170C"/>
    <w:rsid w:val="00B14D2B"/>
    <w:rsid w:val="00B15833"/>
    <w:rsid w:val="00B1770F"/>
    <w:rsid w:val="00B20AA7"/>
    <w:rsid w:val="00B217E8"/>
    <w:rsid w:val="00B21955"/>
    <w:rsid w:val="00B2294D"/>
    <w:rsid w:val="00B22F95"/>
    <w:rsid w:val="00B24B63"/>
    <w:rsid w:val="00B27E26"/>
    <w:rsid w:val="00B3256C"/>
    <w:rsid w:val="00B336B0"/>
    <w:rsid w:val="00B3571E"/>
    <w:rsid w:val="00B37C0B"/>
    <w:rsid w:val="00B41D2D"/>
    <w:rsid w:val="00B42187"/>
    <w:rsid w:val="00B45A1D"/>
    <w:rsid w:val="00B50F5A"/>
    <w:rsid w:val="00B52FFB"/>
    <w:rsid w:val="00B565EF"/>
    <w:rsid w:val="00B60C51"/>
    <w:rsid w:val="00B61346"/>
    <w:rsid w:val="00B70971"/>
    <w:rsid w:val="00B71136"/>
    <w:rsid w:val="00B7478B"/>
    <w:rsid w:val="00B76054"/>
    <w:rsid w:val="00B76AAE"/>
    <w:rsid w:val="00B76BFA"/>
    <w:rsid w:val="00B77BCA"/>
    <w:rsid w:val="00B8443B"/>
    <w:rsid w:val="00B87660"/>
    <w:rsid w:val="00B91B75"/>
    <w:rsid w:val="00B92B30"/>
    <w:rsid w:val="00B935E7"/>
    <w:rsid w:val="00BA64B5"/>
    <w:rsid w:val="00BA7E1B"/>
    <w:rsid w:val="00BB06EA"/>
    <w:rsid w:val="00BB1BC8"/>
    <w:rsid w:val="00BB1C6B"/>
    <w:rsid w:val="00BC2EE0"/>
    <w:rsid w:val="00BC4C28"/>
    <w:rsid w:val="00BD27A9"/>
    <w:rsid w:val="00BD53DB"/>
    <w:rsid w:val="00BD6006"/>
    <w:rsid w:val="00BE2439"/>
    <w:rsid w:val="00BE5F40"/>
    <w:rsid w:val="00BE6151"/>
    <w:rsid w:val="00BF571A"/>
    <w:rsid w:val="00C0050A"/>
    <w:rsid w:val="00C03EA9"/>
    <w:rsid w:val="00C146A0"/>
    <w:rsid w:val="00C15D5B"/>
    <w:rsid w:val="00C204B9"/>
    <w:rsid w:val="00C330FA"/>
    <w:rsid w:val="00C35CBB"/>
    <w:rsid w:val="00C41702"/>
    <w:rsid w:val="00C42B72"/>
    <w:rsid w:val="00C43D60"/>
    <w:rsid w:val="00C43F49"/>
    <w:rsid w:val="00C6155F"/>
    <w:rsid w:val="00C62EF2"/>
    <w:rsid w:val="00C65120"/>
    <w:rsid w:val="00C714D0"/>
    <w:rsid w:val="00C82237"/>
    <w:rsid w:val="00C84025"/>
    <w:rsid w:val="00C84E8B"/>
    <w:rsid w:val="00C92EC1"/>
    <w:rsid w:val="00C963B2"/>
    <w:rsid w:val="00CA0195"/>
    <w:rsid w:val="00CA2E8A"/>
    <w:rsid w:val="00CB0A0E"/>
    <w:rsid w:val="00CB122C"/>
    <w:rsid w:val="00CB50E9"/>
    <w:rsid w:val="00CB658F"/>
    <w:rsid w:val="00CC1F65"/>
    <w:rsid w:val="00CC2776"/>
    <w:rsid w:val="00CD080D"/>
    <w:rsid w:val="00CD3237"/>
    <w:rsid w:val="00CD4152"/>
    <w:rsid w:val="00CF414A"/>
    <w:rsid w:val="00D02FFC"/>
    <w:rsid w:val="00D03A1B"/>
    <w:rsid w:val="00D153D1"/>
    <w:rsid w:val="00D16F9B"/>
    <w:rsid w:val="00D20714"/>
    <w:rsid w:val="00D22D52"/>
    <w:rsid w:val="00D23818"/>
    <w:rsid w:val="00D31DE1"/>
    <w:rsid w:val="00D32CEB"/>
    <w:rsid w:val="00D444B7"/>
    <w:rsid w:val="00D50C43"/>
    <w:rsid w:val="00D51A19"/>
    <w:rsid w:val="00D57C42"/>
    <w:rsid w:val="00D702C9"/>
    <w:rsid w:val="00D7151D"/>
    <w:rsid w:val="00D7164D"/>
    <w:rsid w:val="00D76CC7"/>
    <w:rsid w:val="00D8104B"/>
    <w:rsid w:val="00D82717"/>
    <w:rsid w:val="00D84ACF"/>
    <w:rsid w:val="00D90BF6"/>
    <w:rsid w:val="00D92069"/>
    <w:rsid w:val="00D952E4"/>
    <w:rsid w:val="00D95C66"/>
    <w:rsid w:val="00D96C0E"/>
    <w:rsid w:val="00DA0505"/>
    <w:rsid w:val="00DA35FC"/>
    <w:rsid w:val="00DA3B7F"/>
    <w:rsid w:val="00DA44BB"/>
    <w:rsid w:val="00DA4740"/>
    <w:rsid w:val="00DA5EA7"/>
    <w:rsid w:val="00DB240B"/>
    <w:rsid w:val="00DB2A03"/>
    <w:rsid w:val="00DB60C2"/>
    <w:rsid w:val="00DB6C35"/>
    <w:rsid w:val="00DC2352"/>
    <w:rsid w:val="00DC3C14"/>
    <w:rsid w:val="00DC69AE"/>
    <w:rsid w:val="00DC69D3"/>
    <w:rsid w:val="00DD5040"/>
    <w:rsid w:val="00DD6495"/>
    <w:rsid w:val="00DE0CCE"/>
    <w:rsid w:val="00DE67D6"/>
    <w:rsid w:val="00DF548B"/>
    <w:rsid w:val="00DF6C02"/>
    <w:rsid w:val="00DF749B"/>
    <w:rsid w:val="00E04135"/>
    <w:rsid w:val="00E060C2"/>
    <w:rsid w:val="00E069DE"/>
    <w:rsid w:val="00E06D25"/>
    <w:rsid w:val="00E0748E"/>
    <w:rsid w:val="00E07E1C"/>
    <w:rsid w:val="00E10832"/>
    <w:rsid w:val="00E11747"/>
    <w:rsid w:val="00E20C16"/>
    <w:rsid w:val="00E214E4"/>
    <w:rsid w:val="00E24E37"/>
    <w:rsid w:val="00E25E1F"/>
    <w:rsid w:val="00E27FED"/>
    <w:rsid w:val="00E321D9"/>
    <w:rsid w:val="00E335E9"/>
    <w:rsid w:val="00E34DBC"/>
    <w:rsid w:val="00E37013"/>
    <w:rsid w:val="00E3787E"/>
    <w:rsid w:val="00E40B06"/>
    <w:rsid w:val="00E42DE3"/>
    <w:rsid w:val="00E44CEB"/>
    <w:rsid w:val="00E44D67"/>
    <w:rsid w:val="00E52862"/>
    <w:rsid w:val="00E53D67"/>
    <w:rsid w:val="00E57E78"/>
    <w:rsid w:val="00E62701"/>
    <w:rsid w:val="00E71E02"/>
    <w:rsid w:val="00E7367E"/>
    <w:rsid w:val="00E763C5"/>
    <w:rsid w:val="00E81C9A"/>
    <w:rsid w:val="00E82232"/>
    <w:rsid w:val="00E86BA2"/>
    <w:rsid w:val="00E91790"/>
    <w:rsid w:val="00E91BCE"/>
    <w:rsid w:val="00E9235C"/>
    <w:rsid w:val="00E93959"/>
    <w:rsid w:val="00EA5D92"/>
    <w:rsid w:val="00EB3B0F"/>
    <w:rsid w:val="00EB4A66"/>
    <w:rsid w:val="00EC0914"/>
    <w:rsid w:val="00EC3798"/>
    <w:rsid w:val="00EC46CE"/>
    <w:rsid w:val="00EC576B"/>
    <w:rsid w:val="00EC736A"/>
    <w:rsid w:val="00ED0DF9"/>
    <w:rsid w:val="00ED2FC7"/>
    <w:rsid w:val="00ED4125"/>
    <w:rsid w:val="00ED60D5"/>
    <w:rsid w:val="00EE4D67"/>
    <w:rsid w:val="00EF1974"/>
    <w:rsid w:val="00EF3D8C"/>
    <w:rsid w:val="00EF3F6B"/>
    <w:rsid w:val="00F006E2"/>
    <w:rsid w:val="00F01186"/>
    <w:rsid w:val="00F023CF"/>
    <w:rsid w:val="00F078A7"/>
    <w:rsid w:val="00F162A3"/>
    <w:rsid w:val="00F20F14"/>
    <w:rsid w:val="00F230CA"/>
    <w:rsid w:val="00F30C7E"/>
    <w:rsid w:val="00F30E53"/>
    <w:rsid w:val="00F31A51"/>
    <w:rsid w:val="00F3616C"/>
    <w:rsid w:val="00F3715B"/>
    <w:rsid w:val="00F377E9"/>
    <w:rsid w:val="00F41440"/>
    <w:rsid w:val="00F46002"/>
    <w:rsid w:val="00F56801"/>
    <w:rsid w:val="00F56DDE"/>
    <w:rsid w:val="00F56E40"/>
    <w:rsid w:val="00F632B0"/>
    <w:rsid w:val="00F64D05"/>
    <w:rsid w:val="00F722DD"/>
    <w:rsid w:val="00F73F80"/>
    <w:rsid w:val="00F74D5F"/>
    <w:rsid w:val="00F751B1"/>
    <w:rsid w:val="00F7654A"/>
    <w:rsid w:val="00F77B71"/>
    <w:rsid w:val="00F8109E"/>
    <w:rsid w:val="00F84803"/>
    <w:rsid w:val="00F8741B"/>
    <w:rsid w:val="00F87B2A"/>
    <w:rsid w:val="00F91871"/>
    <w:rsid w:val="00F94910"/>
    <w:rsid w:val="00FA43CF"/>
    <w:rsid w:val="00FA4835"/>
    <w:rsid w:val="00FB40FF"/>
    <w:rsid w:val="00FB4C8C"/>
    <w:rsid w:val="00FB6BE7"/>
    <w:rsid w:val="00FB78D3"/>
    <w:rsid w:val="00FB7AFB"/>
    <w:rsid w:val="00FC7342"/>
    <w:rsid w:val="00FD2CD2"/>
    <w:rsid w:val="00FE4D9C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54D7DA"/>
  <w15:docId w15:val="{A0EB9CEB-7E38-4B8E-8886-6C07A9B7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480" w:lineRule="auto"/>
    </w:pPr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 w:line="240" w:lineRule="auto"/>
      <w:outlineLvl w:val="1"/>
    </w:pPr>
    <w:rPr>
      <w:rFonts w:ascii="Arial" w:hAnsi="Arial" w:cs="Arial"/>
      <w:b/>
      <w:b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spacing w:line="240" w:lineRule="auto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720"/>
    </w:pPr>
  </w:style>
  <w:style w:type="character" w:customStyle="1" w:styleId="entity1">
    <w:name w:val="entity1"/>
    <w:basedOn w:val="DefaultParagraphFont"/>
    <w:rPr>
      <w:rFonts w:ascii="Times New Roman" w:hAnsi="Times New Roman" w:cs="Times New Roman" w:hint="default"/>
    </w:rPr>
  </w:style>
  <w:style w:type="paragraph" w:customStyle="1" w:styleId="justify">
    <w:name w:val="justify"/>
    <w:basedOn w:val="Normal"/>
    <w:pPr>
      <w:spacing w:before="100" w:beforeAutospacing="1" w:after="100" w:afterAutospacing="1"/>
      <w:jc w:val="both"/>
    </w:pPr>
    <w:rPr>
      <w:rFonts w:ascii="Verdana" w:eastAsia="Arial Unicode MS" w:hAnsi="Verdana" w:cs="Arial Unicode MS"/>
      <w:sz w:val="20"/>
      <w:szCs w:val="20"/>
    </w:rPr>
  </w:style>
  <w:style w:type="paragraph" w:styleId="NormalWeb">
    <w:name w:val="Normal (Web)"/>
    <w:basedOn w:val="Normal"/>
    <w:uiPriority w:val="99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smallhead">
    <w:name w:val="smallhead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CommentReference">
    <w:name w:val="annotation reference"/>
    <w:basedOn w:val="DefaultParagraphFont"/>
    <w:uiPriority w:val="99"/>
    <w:semiHidden/>
    <w:unhideWhenUsed/>
    <w:rsid w:val="00A24C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4C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4CA5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C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4CA5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C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CA5"/>
    <w:rPr>
      <w:rFonts w:ascii="Tahoma" w:hAnsi="Tahoma" w:cs="Tahoma"/>
      <w:sz w:val="16"/>
      <w:szCs w:val="16"/>
      <w:lang w:val="en-GB" w:eastAsia="en-US"/>
    </w:rPr>
  </w:style>
  <w:style w:type="character" w:customStyle="1" w:styleId="paragraph">
    <w:name w:val="paragraph"/>
    <w:basedOn w:val="DefaultParagraphFont"/>
    <w:rsid w:val="00155688"/>
  </w:style>
  <w:style w:type="paragraph" w:styleId="NoSpacing">
    <w:name w:val="No Spacing"/>
    <w:uiPriority w:val="1"/>
    <w:qFormat/>
    <w:rsid w:val="00155688"/>
    <w:rPr>
      <w:rFonts w:eastAsiaTheme="minorHAnsi"/>
      <w:color w:val="1F497D" w:themeColor="text2"/>
      <w:sz w:val="24"/>
      <w:szCs w:val="22"/>
      <w:lang w:eastAsia="en-US"/>
    </w:rPr>
  </w:style>
  <w:style w:type="character" w:customStyle="1" w:styleId="querytxt">
    <w:name w:val="querytxt"/>
    <w:basedOn w:val="DefaultParagraphFont"/>
    <w:rsid w:val="003B01C3"/>
  </w:style>
  <w:style w:type="character" w:customStyle="1" w:styleId="querysrchtermbrace">
    <w:name w:val="querysrchtermbrace"/>
    <w:basedOn w:val="DefaultParagraphFont"/>
    <w:rsid w:val="003B01C3"/>
  </w:style>
  <w:style w:type="character" w:customStyle="1" w:styleId="queryoperator">
    <w:name w:val="queryoperator"/>
    <w:basedOn w:val="DefaultParagraphFont"/>
    <w:rsid w:val="003B01C3"/>
  </w:style>
  <w:style w:type="character" w:customStyle="1" w:styleId="querysrchterm">
    <w:name w:val="querysrchterm"/>
    <w:basedOn w:val="DefaultParagraphFont"/>
    <w:rsid w:val="003B01C3"/>
  </w:style>
  <w:style w:type="paragraph" w:styleId="ListParagraph">
    <w:name w:val="List Paragraph"/>
    <w:basedOn w:val="Normal"/>
    <w:uiPriority w:val="34"/>
    <w:qFormat/>
    <w:rsid w:val="002C75D4"/>
    <w:pPr>
      <w:spacing w:line="240" w:lineRule="auto"/>
      <w:ind w:left="720"/>
      <w:contextualSpacing/>
    </w:pPr>
    <w:rPr>
      <w:rFonts w:eastAsiaTheme="minorHAnsi"/>
      <w:szCs w:val="22"/>
      <w:lang w:val="en-CA"/>
    </w:rPr>
  </w:style>
  <w:style w:type="table" w:styleId="TableGrid">
    <w:name w:val="Table Grid"/>
    <w:basedOn w:val="TableNormal"/>
    <w:uiPriority w:val="59"/>
    <w:rsid w:val="006D02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AF191B"/>
    <w:rPr>
      <w:rFonts w:eastAsia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AF191B"/>
    <w:rPr>
      <w:i/>
      <w:iCs/>
    </w:rPr>
  </w:style>
  <w:style w:type="paragraph" w:styleId="Revision">
    <w:name w:val="Revision"/>
    <w:hidden/>
    <w:uiPriority w:val="99"/>
    <w:semiHidden/>
    <w:rsid w:val="000B24AD"/>
    <w:rPr>
      <w:sz w:val="24"/>
      <w:szCs w:val="24"/>
      <w:lang w:val="en-GB" w:eastAsia="en-US"/>
    </w:rPr>
  </w:style>
  <w:style w:type="paragraph" w:customStyle="1" w:styleId="xmsonormal">
    <w:name w:val="x_msonormal"/>
    <w:basedOn w:val="Normal"/>
    <w:rsid w:val="002A6633"/>
    <w:pPr>
      <w:spacing w:before="100" w:beforeAutospacing="1" w:after="100" w:afterAutospacing="1" w:line="240" w:lineRule="auto"/>
    </w:pPr>
    <w:rPr>
      <w:lang w:val="en-CA" w:eastAsia="en-CA"/>
    </w:rPr>
  </w:style>
  <w:style w:type="character" w:customStyle="1" w:styleId="apple-converted-space">
    <w:name w:val="apple-converted-space"/>
    <w:basedOn w:val="DefaultParagraphFont"/>
    <w:rsid w:val="00496DB7"/>
  </w:style>
  <w:style w:type="paragraph" w:customStyle="1" w:styleId="NoSpacing1">
    <w:name w:val="No Spacing1"/>
    <w:uiPriority w:val="1"/>
    <w:qFormat/>
    <w:rsid w:val="008E71B4"/>
    <w:rPr>
      <w:rFonts w:ascii="Cambria" w:eastAsia="Cambria" w:hAnsi="Cambria"/>
      <w:sz w:val="22"/>
      <w:szCs w:val="22"/>
      <w:lang w:val="en-US" w:eastAsia="en-US"/>
    </w:rPr>
  </w:style>
  <w:style w:type="table" w:styleId="LightShading">
    <w:name w:val="Light Shading"/>
    <w:basedOn w:val="TableNormal"/>
    <w:uiPriority w:val="60"/>
    <w:rsid w:val="008E71B4"/>
    <w:rPr>
      <w:rFonts w:ascii="Calibri" w:eastAsia="Calibri" w:hAnsi="Calibri"/>
      <w:color w:val="000000" w:themeColor="text1" w:themeShade="BF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ighlight">
    <w:name w:val="highlight"/>
    <w:basedOn w:val="DefaultParagraphFont"/>
    <w:rsid w:val="00912DDC"/>
  </w:style>
  <w:style w:type="table" w:customStyle="1" w:styleId="TableGrid2">
    <w:name w:val="Table Grid2"/>
    <w:basedOn w:val="TableNormal"/>
    <w:next w:val="TableGrid"/>
    <w:uiPriority w:val="59"/>
    <w:rsid w:val="00115CC0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CA2E8A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paragraph" w:customStyle="1" w:styleId="xmsolistparagraph">
    <w:name w:val="x_msolistparagraph"/>
    <w:basedOn w:val="Normal"/>
    <w:rsid w:val="00372565"/>
    <w:pPr>
      <w:spacing w:before="100" w:beforeAutospacing="1" w:after="100" w:afterAutospacing="1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7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8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emy\Desktop\BMC153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8AE9D-0866-4999-A0CF-330DC7C2C8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1172D7-8E68-46F0-9463-6484B472C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BMC153n</Template>
  <TotalTime>367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sample article title</vt:lpstr>
    </vt:vector>
  </TitlesOfParts>
  <Company>Life Science Communications Ltd</Company>
  <LinksUpToDate>false</LinksUpToDate>
  <CharactersWithSpaces>909</CharactersWithSpaces>
  <SharedDoc>false</SharedDoc>
  <HLinks>
    <vt:vector size="18" baseType="variant">
      <vt:variant>
        <vt:i4>5832743</vt:i4>
      </vt:variant>
      <vt:variant>
        <vt:i4>6</vt:i4>
      </vt:variant>
      <vt:variant>
        <vt:i4>0</vt:i4>
      </vt:variant>
      <vt:variant>
        <vt:i4>5</vt:i4>
      </vt:variant>
      <vt:variant>
        <vt:lpwstr>mailto:johnsmith@darwin.co.uk</vt:lpwstr>
      </vt:variant>
      <vt:variant>
        <vt:lpwstr/>
      </vt:variant>
      <vt:variant>
        <vt:i4>7864325</vt:i4>
      </vt:variant>
      <vt:variant>
        <vt:i4>3</vt:i4>
      </vt:variant>
      <vt:variant>
        <vt:i4>0</vt:i4>
      </vt:variant>
      <vt:variant>
        <vt:i4>5</vt:i4>
      </vt:variant>
      <vt:variant>
        <vt:lpwstr>mailto:jane@darwin.co.uk</vt:lpwstr>
      </vt:variant>
      <vt:variant>
        <vt:lpwstr/>
      </vt:variant>
      <vt:variant>
        <vt:i4>3407936</vt:i4>
      </vt:variant>
      <vt:variant>
        <vt:i4>0</vt:i4>
      </vt:variant>
      <vt:variant>
        <vt:i4>0</vt:i4>
      </vt:variant>
      <vt:variant>
        <vt:i4>5</vt:i4>
      </vt:variant>
      <vt:variant>
        <vt:lpwstr>mailto:charles@darwin.co.uk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sample article title</dc:title>
  <dc:creator>Jeremy</dc:creator>
  <cp:lastModifiedBy>Aisha Begam J.</cp:lastModifiedBy>
  <cp:revision>73</cp:revision>
  <cp:lastPrinted>2016-06-22T20:30:00Z</cp:lastPrinted>
  <dcterms:created xsi:type="dcterms:W3CDTF">2016-06-19T12:53:00Z</dcterms:created>
  <dcterms:modified xsi:type="dcterms:W3CDTF">2020-11-18T08:36:00Z</dcterms:modified>
</cp:coreProperties>
</file>